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Pr>
          <w:rFonts w:ascii="Arial" w:hAnsi="Arial" w:cs="Arial"/>
          <w:spacing w:val="0"/>
          <w:sz w:val="16"/>
        </w:rPr>
        <w:t>02</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Pr>
          <w:rFonts w:ascii="Arial" w:hAnsi="Arial" w:cs="Arial"/>
          <w:noProof/>
          <w:spacing w:val="0"/>
          <w:sz w:val="16"/>
        </w:rPr>
        <w:t>01</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2E829FF3"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CD3C0B">
        <w:rPr>
          <w:bCs/>
          <w:szCs w:val="24"/>
        </w:rPr>
        <w:t>2023/10</w:t>
      </w:r>
      <w:bookmarkStart w:id="8" w:name="_GoBack"/>
      <w:bookmarkEnd w:id="8"/>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(hiliseima digitaalallkirja kuupäv)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9" w:name="OLE_LINK1"/>
      <w:r w:rsidRPr="00A60946">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A60946" w14:paraId="1650C18F" w14:textId="77777777" w:rsidTr="001B6EBE">
        <w:tc>
          <w:tcPr>
            <w:tcW w:w="1379" w:type="pct"/>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2192" w:type="pct"/>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1428" w:type="pct"/>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CD3C0B"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1B6EBE">
        <w:tc>
          <w:tcPr>
            <w:tcW w:w="1379" w:type="pct"/>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2192" w:type="pct"/>
          </w:tcPr>
          <w:p w14:paraId="6D3D722C" w14:textId="0E8BDD7E" w:rsidR="00AD6A9B" w:rsidRPr="00B7669C" w:rsidRDefault="00AD6A9B" w:rsidP="00AD6A9B">
            <w:pPr>
              <w:rPr>
                <w:bCs/>
                <w:szCs w:val="24"/>
              </w:rPr>
            </w:pPr>
            <w:r w:rsidRPr="00DF353B">
              <w:rPr>
                <w:bCs/>
                <w:szCs w:val="24"/>
              </w:rPr>
              <w:t>37203152761</w:t>
            </w:r>
          </w:p>
        </w:tc>
        <w:tc>
          <w:tcPr>
            <w:tcW w:w="1428" w:type="pct"/>
          </w:tcPr>
          <w:p w14:paraId="39B7CB9E" w14:textId="77777777" w:rsidR="00AD6A9B" w:rsidRPr="00DF353B" w:rsidRDefault="00AD6A9B" w:rsidP="00AD6A9B">
            <w:pPr>
              <w:rPr>
                <w:bCs/>
                <w:szCs w:val="24"/>
              </w:rPr>
            </w:pPr>
            <w:r w:rsidRPr="00DF353B">
              <w:rPr>
                <w:bCs/>
                <w:szCs w:val="24"/>
              </w:rPr>
              <w:t>Tel. 526 3392</w:t>
            </w:r>
          </w:p>
          <w:p w14:paraId="695201CF" w14:textId="16E4164D" w:rsidR="00AD6A9B" w:rsidRPr="00B7669C" w:rsidRDefault="00CD3C0B" w:rsidP="00AD6A9B">
            <w:pPr>
              <w:rPr>
                <w:bCs/>
                <w:szCs w:val="24"/>
              </w:rPr>
            </w:pPr>
            <w:hyperlink r:id="rId13" w:history="1">
              <w:r w:rsidR="00D76FE6" w:rsidRPr="00763D99">
                <w:rPr>
                  <w:rStyle w:val="Hyperlink"/>
                </w:rPr>
                <w:t>mart.enel@rmk.ee</w:t>
              </w:r>
            </w:hyperlink>
            <w:r w:rsidR="00D76FE6">
              <w:t xml:space="preserve">  </w:t>
            </w:r>
            <w:r w:rsidR="00AD6A9B">
              <w:rPr>
                <w:bCs/>
                <w:szCs w:val="24"/>
              </w:rPr>
              <w:t xml:space="preserve"> </w:t>
            </w:r>
          </w:p>
        </w:tc>
      </w:tr>
      <w:tr w:rsidR="00471A69" w:rsidRPr="00B7669C" w14:paraId="501C094E" w14:textId="77777777" w:rsidTr="001B6EBE">
        <w:trPr>
          <w:cantSplit/>
        </w:trPr>
        <w:tc>
          <w:tcPr>
            <w:tcW w:w="5000" w:type="pct"/>
            <w:gridSpan w:val="3"/>
          </w:tcPr>
          <w:p w14:paraId="7D4B62D9" w14:textId="366CEAE9" w:rsidR="00471A69" w:rsidRPr="00B7669C" w:rsidRDefault="00471A69" w:rsidP="00301C69">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r w:rsidR="00301C69" w:rsidRPr="00B7669C">
              <w:rPr>
                <w:bCs/>
                <w:szCs w:val="24"/>
              </w:rPr>
              <w:t>0</w:t>
            </w:r>
            <w:sdt>
              <w:sdtPr>
                <w:rPr>
                  <w:bCs/>
                  <w:szCs w:val="24"/>
                </w:rPr>
                <w:id w:val="-203568576"/>
                <w:placeholder>
                  <w:docPart w:val="7E684AFE72D74DF1BA9A3F9BE60F255A"/>
                </w:placeholder>
                <w:date w:fullDate="2016-08-05T00:00:00Z">
                  <w:dateFormat w:val="d.MM.yyyy"/>
                  <w:lid w:val="et-EE"/>
                  <w:storeMappedDataAs w:val="dateTime"/>
                  <w:calendar w:val="gregorian"/>
                </w:date>
              </w:sdtPr>
              <w:sdtEndPr/>
              <w:sdtContent>
                <w:r w:rsidR="001F0175" w:rsidRPr="00B7669C">
                  <w:rPr>
                    <w:bCs/>
                    <w:szCs w:val="24"/>
                  </w:rPr>
                  <w:t>5.08.2016</w:t>
                </w:r>
              </w:sdtContent>
            </w:sdt>
            <w:r w:rsidRPr="00B7669C">
              <w:rPr>
                <w:bCs/>
                <w:szCs w:val="24"/>
              </w:rPr>
              <w:t xml:space="preserve"> käskkiri nr </w:t>
            </w:r>
            <w:r w:rsidR="00301C69">
              <w:rPr>
                <w:bCs/>
                <w:szCs w:val="24"/>
              </w:rPr>
              <w:t>1-5/91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3742"/>
        <w:gridCol w:w="2805"/>
      </w:tblGrid>
      <w:tr w:rsidR="004D2CCA" w:rsidRPr="00B7669C" w14:paraId="1CDE3CB7" w14:textId="77777777" w:rsidTr="005C24F2">
        <w:tc>
          <w:tcPr>
            <w:tcW w:w="1697" w:type="pct"/>
          </w:tcPr>
          <w:p w14:paraId="11376DDE" w14:textId="620AD30F" w:rsidR="004D2CCA" w:rsidRPr="00B7669C" w:rsidRDefault="00D91A80" w:rsidP="004D2CCA">
            <w:pPr>
              <w:rPr>
                <w:bCs/>
                <w:szCs w:val="24"/>
              </w:rPr>
            </w:pPr>
            <w:r w:rsidRPr="00D91A80">
              <w:t>MP &amp; Puitmeister OÜ</w:t>
            </w:r>
          </w:p>
        </w:tc>
        <w:tc>
          <w:tcPr>
            <w:tcW w:w="1888" w:type="pct"/>
          </w:tcPr>
          <w:p w14:paraId="322A6248" w14:textId="77777777" w:rsidR="007C45D9" w:rsidRPr="007C45D9" w:rsidRDefault="007C45D9" w:rsidP="007C45D9">
            <w:pPr>
              <w:rPr>
                <w:bCs/>
                <w:szCs w:val="24"/>
              </w:rPr>
            </w:pPr>
            <w:r w:rsidRPr="007C45D9">
              <w:rPr>
                <w:bCs/>
                <w:szCs w:val="24"/>
              </w:rPr>
              <w:t>Registrikood 10843455</w:t>
            </w:r>
          </w:p>
          <w:p w14:paraId="121658D7" w14:textId="1F094318" w:rsidR="004D2CCA" w:rsidRPr="00B7669C" w:rsidRDefault="007C45D9" w:rsidP="007C45D9">
            <w:pPr>
              <w:rPr>
                <w:bCs/>
                <w:szCs w:val="24"/>
              </w:rPr>
            </w:pPr>
            <w:r w:rsidRPr="007C45D9">
              <w:rPr>
                <w:bCs/>
                <w:szCs w:val="24"/>
              </w:rPr>
              <w:t>Torma Jõgevamaa 48502</w:t>
            </w:r>
          </w:p>
        </w:tc>
        <w:tc>
          <w:tcPr>
            <w:tcW w:w="1415" w:type="pct"/>
          </w:tcPr>
          <w:p w14:paraId="30C9CE0A" w14:textId="77777777" w:rsidR="007C45D9" w:rsidRPr="007C45D9" w:rsidRDefault="007C45D9" w:rsidP="007C45D9">
            <w:pPr>
              <w:rPr>
                <w:bCs/>
                <w:szCs w:val="24"/>
              </w:rPr>
            </w:pPr>
            <w:r w:rsidRPr="007C45D9">
              <w:rPr>
                <w:bCs/>
                <w:szCs w:val="24"/>
              </w:rPr>
              <w:t>Tel  5053343</w:t>
            </w:r>
          </w:p>
          <w:p w14:paraId="02A55C9A" w14:textId="2196C9D6" w:rsidR="004D2CCA" w:rsidRPr="00B7669C" w:rsidRDefault="004D2CCA" w:rsidP="004D2CCA">
            <w:pPr>
              <w:rPr>
                <w:bCs/>
                <w:szCs w:val="24"/>
              </w:rPr>
            </w:pPr>
          </w:p>
        </w:tc>
      </w:tr>
      <w:tr w:rsidR="00471A69" w:rsidRPr="00B7669C" w14:paraId="50460C22" w14:textId="77777777" w:rsidTr="005C24F2">
        <w:tc>
          <w:tcPr>
            <w:tcW w:w="1697" w:type="pct"/>
          </w:tcPr>
          <w:p w14:paraId="14CBF7E0" w14:textId="498D1177" w:rsidR="00471A69" w:rsidRPr="00B7669C" w:rsidRDefault="007C45D9" w:rsidP="004D2CCA">
            <w:pPr>
              <w:rPr>
                <w:bCs/>
                <w:szCs w:val="24"/>
              </w:rPr>
            </w:pPr>
            <w:r w:rsidRPr="007C45D9">
              <w:rPr>
                <w:bCs/>
                <w:szCs w:val="24"/>
              </w:rPr>
              <w:t>Juhatuse liige Ilmar Tanilsoo</w:t>
            </w:r>
          </w:p>
        </w:tc>
        <w:tc>
          <w:tcPr>
            <w:tcW w:w="1888" w:type="pct"/>
          </w:tcPr>
          <w:p w14:paraId="6FF10A1D" w14:textId="2820F650" w:rsidR="00471A69" w:rsidRPr="00B7669C" w:rsidRDefault="007C45D9" w:rsidP="00002ED5">
            <w:pPr>
              <w:rPr>
                <w:bCs/>
                <w:szCs w:val="24"/>
              </w:rPr>
            </w:pPr>
            <w:r w:rsidRPr="007C45D9">
              <w:rPr>
                <w:bCs/>
                <w:szCs w:val="24"/>
              </w:rPr>
              <w:t>35802242745</w:t>
            </w:r>
          </w:p>
        </w:tc>
        <w:tc>
          <w:tcPr>
            <w:tcW w:w="1415" w:type="pct"/>
          </w:tcPr>
          <w:p w14:paraId="0D1DEE27" w14:textId="081BDAFA" w:rsidR="00471A69" w:rsidRPr="00A60946" w:rsidRDefault="007C45D9" w:rsidP="00002ED5">
            <w:pPr>
              <w:rPr>
                <w:bCs/>
                <w:szCs w:val="24"/>
              </w:rPr>
            </w:pPr>
            <w:hyperlink r:id="rId14" w:history="1">
              <w:r w:rsidRPr="00AC0DAA">
                <w:rPr>
                  <w:rStyle w:val="Hyperlink"/>
                </w:rPr>
                <w:t>info@woodmasters.eu</w:t>
              </w:r>
            </w:hyperlink>
            <w:r>
              <w:t xml:space="preserve"> </w:t>
            </w:r>
            <w:r w:rsidR="00B5262A">
              <w:t xml:space="preserve"> </w:t>
            </w:r>
          </w:p>
        </w:tc>
      </w:tr>
      <w:tr w:rsidR="00471A69" w:rsidRPr="00B7669C" w14:paraId="4D9F911E" w14:textId="77777777" w:rsidTr="001B6EBE">
        <w:tblPrEx>
          <w:tblLook w:val="0000" w:firstRow="0" w:lastRow="0" w:firstColumn="0" w:lastColumn="0" w:noHBand="0" w:noVBand="0"/>
        </w:tblPrEx>
        <w:tc>
          <w:tcPr>
            <w:tcW w:w="5000" w:type="pct"/>
            <w:gridSpan w:val="3"/>
          </w:tcPr>
          <w:p w14:paraId="2A4C5682" w14:textId="484CA73F" w:rsidR="00471A69" w:rsidRPr="00A60946" w:rsidRDefault="00471A69" w:rsidP="00002ED5">
            <w:pPr>
              <w:rPr>
                <w:bCs/>
                <w:szCs w:val="24"/>
              </w:rPr>
            </w:pPr>
            <w:r w:rsidRPr="00A60946">
              <w:rPr>
                <w:bCs/>
                <w:szCs w:val="24"/>
              </w:rPr>
              <w:t xml:space="preserve">Esindusõigus tuleneb (volitamise alus): </w:t>
            </w:r>
            <w:r w:rsidR="00B7669C" w:rsidRPr="00B7669C">
              <w:rPr>
                <w:bCs/>
                <w:szCs w:val="24"/>
              </w:rPr>
              <w:t>ettevõtte põhikiri</w:t>
            </w:r>
          </w:p>
        </w:tc>
      </w:tr>
      <w:bookmarkEnd w:id="9"/>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2F53261A" w:rsidR="00C63431" w:rsidRDefault="006E0604" w:rsidP="007C45D9">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7C45D9" w:rsidRPr="007C45D9">
        <w:t xml:space="preserve">MP &amp; Puitmeister OÜ </w:t>
      </w:r>
      <w:r w:rsidRPr="00DE59E6">
        <w:rPr>
          <w:szCs w:val="24"/>
        </w:rPr>
        <w:t>RMK-le kirjaliku avalduse läbirääkimistel osalem</w:t>
      </w:r>
      <w:r w:rsidR="00471A69" w:rsidRPr="00DE59E6">
        <w:rPr>
          <w:szCs w:val="24"/>
        </w:rPr>
        <w:t xml:space="preserve">iseks. Avalduse kohaselt soovib </w:t>
      </w:r>
      <w:r w:rsidR="007C45D9" w:rsidRPr="007C45D9">
        <w:t>MP &amp; Puitmeister OÜ</w:t>
      </w:r>
      <w:r w:rsidR="005C24F2" w:rsidRPr="005C24F2">
        <w:rPr>
          <w:bCs/>
          <w:szCs w:val="24"/>
        </w:rPr>
        <w:t xml:space="preserve"> </w:t>
      </w:r>
      <w:r w:rsidRPr="00DE59E6">
        <w:rPr>
          <w:szCs w:val="24"/>
        </w:rPr>
        <w:t>sõlmida RMK</w:t>
      </w:r>
      <w:r w:rsidR="007A1BF3">
        <w:rPr>
          <w:szCs w:val="24"/>
        </w:rPr>
        <w:t>-</w:t>
      </w:r>
      <w:r w:rsidRPr="00DE59E6">
        <w:rPr>
          <w:szCs w:val="24"/>
        </w:rPr>
        <w:t xml:space="preserve">ga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lastRenderedPageBreak/>
        <w:t>o</w:t>
      </w:r>
      <w:r w:rsidR="00C705CC" w:rsidRPr="00C705CC">
        <w:rPr>
          <w:szCs w:val="24"/>
        </w:rPr>
        <w:t>stja kinnitab, et ta on</w:t>
      </w:r>
      <w:r w:rsidR="002C27E0" w:rsidRPr="00C705CC">
        <w:rPr>
          <w:szCs w:val="24"/>
        </w:rPr>
        <w:t xml:space="preserve"> küttepuitu Eestis puitkütuste (halud, pellet,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591CF5A8"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7C45D9">
        <w:rPr>
          <w:noProof/>
          <w:color w:val="000000"/>
          <w:szCs w:val="24"/>
        </w:rPr>
        <w:t>Torma</w:t>
      </w:r>
      <w:r w:rsidR="00B7669C" w:rsidRPr="00B7669C">
        <w:rPr>
          <w:noProof/>
          <w:color w:val="000000"/>
          <w:szCs w:val="24"/>
        </w:rPr>
        <w:t xml:space="preserve"> </w:t>
      </w:r>
      <w:r w:rsidRPr="00471A69">
        <w:rPr>
          <w:szCs w:val="24"/>
        </w:rPr>
        <w:t>(Incoterms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lastRenderedPageBreak/>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vmt)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xml:space="preserve">, toimitakse nõudealuse koormaga vastavalt poolte </w:t>
      </w:r>
      <w:r w:rsidRPr="00A63449">
        <w:rPr>
          <w:szCs w:val="24"/>
        </w:rPr>
        <w:lastRenderedPageBreak/>
        <w:t>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15A54CCB" w:rsidR="00471A69" w:rsidRPr="00471A69" w:rsidRDefault="00973EA1" w:rsidP="00681FD4">
            <w:pPr>
              <w:rPr>
                <w:szCs w:val="24"/>
              </w:rPr>
            </w:pPr>
            <w:r w:rsidRPr="00973EA1">
              <w:rPr>
                <w:szCs w:val="24"/>
              </w:rPr>
              <w:t>21 (kakskümmend üks)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79FFF636"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973EA1" w:rsidRPr="00AC0DAA">
          <w:rPr>
            <w:rStyle w:val="Hyperlink"/>
          </w:rPr>
          <w:t>info@woodmasters.eu</w:t>
        </w:r>
      </w:hyperlink>
      <w:r w:rsidR="00973EA1">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5D9F0F43" w14:textId="77777777" w:rsidR="00973EA1" w:rsidRPr="00DA56B1" w:rsidRDefault="0072228C" w:rsidP="00973EA1">
      <w:pPr>
        <w:shd w:val="clear" w:color="auto" w:fill="FFFFFF" w:themeFill="background1"/>
        <w:jc w:val="both"/>
        <w:rPr>
          <w:szCs w:val="24"/>
        </w:rPr>
      </w:pPr>
      <w:r w:rsidRPr="0072228C">
        <w:rPr>
          <w:b/>
          <w:szCs w:val="24"/>
        </w:rPr>
        <w:lastRenderedPageBreak/>
        <w:t xml:space="preserve">8.5. </w:t>
      </w:r>
      <w:r w:rsidR="00973EA1" w:rsidRPr="00DA56B1">
        <w:rPr>
          <w:szCs w:val="24"/>
        </w:rPr>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3A195515" w14:textId="77777777" w:rsidR="00973EA1" w:rsidRPr="00DA56B1" w:rsidRDefault="00973EA1" w:rsidP="00973EA1">
      <w:pPr>
        <w:shd w:val="clear" w:color="auto" w:fill="FFFFFF" w:themeFill="background1"/>
        <w:jc w:val="both"/>
        <w:rPr>
          <w:b/>
          <w:szCs w:val="24"/>
        </w:rPr>
      </w:pPr>
    </w:p>
    <w:p w14:paraId="78E1D500" w14:textId="77777777" w:rsidR="00973EA1" w:rsidRPr="00DA56B1" w:rsidRDefault="00973EA1" w:rsidP="00973EA1">
      <w:pPr>
        <w:shd w:val="clear" w:color="auto" w:fill="FFFFFF" w:themeFill="background1"/>
        <w:jc w:val="both"/>
        <w:rPr>
          <w:szCs w:val="24"/>
        </w:rPr>
      </w:pPr>
      <w:r w:rsidRPr="00DA56B1">
        <w:rPr>
          <w:b/>
          <w:szCs w:val="24"/>
        </w:rPr>
        <w:t>8.6.</w:t>
      </w:r>
      <w:r>
        <w:rPr>
          <w:szCs w:val="24"/>
        </w:rPr>
        <w:tab/>
      </w:r>
      <w:r w:rsidRPr="00DA56B1">
        <w:rPr>
          <w:szCs w:val="24"/>
        </w:rPr>
        <w:t xml:space="preserve">Lepingu punktis 8.5. nimetatud garantiikirja kehtivuse tähtajast lühema kehtivusega garantiikirja esitamisel, kohustub ostja igakordselt 30 (kolmkümmend) päeva enne garantiikirja kehtivuse lõppemist esitama müüjale uue, tarnegraafikus kokkulepitud tarneperioodi vähemalt 30 (kolmkümmend) päeva ületava kehtivusega garantiikirja. </w:t>
      </w:r>
    </w:p>
    <w:p w14:paraId="0AB5610E" w14:textId="77777777" w:rsidR="00973EA1" w:rsidRPr="00DA56B1" w:rsidRDefault="00973EA1" w:rsidP="00973EA1">
      <w:pPr>
        <w:shd w:val="clear" w:color="auto" w:fill="FFFFFF" w:themeFill="background1"/>
        <w:jc w:val="both"/>
        <w:rPr>
          <w:b/>
          <w:szCs w:val="24"/>
          <w:lang w:eastAsia="et-EE"/>
        </w:rPr>
      </w:pPr>
    </w:p>
    <w:p w14:paraId="6B5919E5" w14:textId="77777777" w:rsidR="00973EA1" w:rsidRPr="00DA56B1" w:rsidRDefault="00973EA1" w:rsidP="00973EA1">
      <w:pPr>
        <w:shd w:val="clear" w:color="auto" w:fill="FFFFFF" w:themeFill="background1"/>
        <w:jc w:val="both"/>
        <w:rPr>
          <w:szCs w:val="24"/>
          <w:lang w:eastAsia="et-EE"/>
        </w:rPr>
      </w:pPr>
      <w:r w:rsidRPr="00DA56B1">
        <w:rPr>
          <w:b/>
          <w:szCs w:val="24"/>
          <w:lang w:eastAsia="et-EE"/>
        </w:rPr>
        <w:t>8.7.</w:t>
      </w:r>
      <w:r>
        <w:rPr>
          <w:szCs w:val="24"/>
          <w:lang w:eastAsia="et-EE"/>
        </w:rPr>
        <w:tab/>
      </w:r>
      <w:r w:rsidRPr="00DA56B1">
        <w:rPr>
          <w:szCs w:val="24"/>
          <w:lang w:eastAsia="et-EE"/>
        </w:rPr>
        <w:t>Juhul kui ostja on lepingu punktis 8.5. ja 8.6. nimetatud garantiikirja esitamisega viivitanud rohkem kui 14 (neliteist) päeva, on müüjal õigus ühepoolselt lepingu täitmisest taganeda.</w:t>
      </w:r>
    </w:p>
    <w:p w14:paraId="2A311621" w14:textId="77777777" w:rsidR="0072228C" w:rsidRPr="00683F6D" w:rsidRDefault="0072228C" w:rsidP="0072228C">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uhul kui ostja ei ole hiljemalt 31.12.2023 küttepuitu Eestis puitkütuste (halud, pellet,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72228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B7669C" w14:paraId="64220563" w14:textId="77777777" w:rsidTr="0072228C">
        <w:trPr>
          <w:trHeight w:val="272"/>
        </w:trPr>
        <w:tc>
          <w:tcPr>
            <w:tcW w:w="1860" w:type="pct"/>
            <w:shd w:val="clear" w:color="auto" w:fill="auto"/>
          </w:tcPr>
          <w:p w14:paraId="2CF45ED9" w14:textId="42189BD2" w:rsidR="00B7669C" w:rsidRPr="00B7669C" w:rsidRDefault="0044711A" w:rsidP="004157C2">
            <w:pPr>
              <w:jc w:val="both"/>
              <w:rPr>
                <w:szCs w:val="24"/>
              </w:rPr>
            </w:pPr>
            <w:r w:rsidRPr="0044711A">
              <w:rPr>
                <w:szCs w:val="24"/>
              </w:rPr>
              <w:t>Eve Merbach</w:t>
            </w:r>
          </w:p>
        </w:tc>
        <w:tc>
          <w:tcPr>
            <w:tcW w:w="930" w:type="pct"/>
            <w:shd w:val="clear" w:color="auto" w:fill="auto"/>
          </w:tcPr>
          <w:p w14:paraId="35E780ED" w14:textId="5FD07B90" w:rsidR="00B7669C" w:rsidRPr="00B7669C" w:rsidRDefault="0044711A" w:rsidP="004157C2">
            <w:pPr>
              <w:jc w:val="both"/>
              <w:rPr>
                <w:szCs w:val="24"/>
              </w:rPr>
            </w:pPr>
            <w:r>
              <w:rPr>
                <w:szCs w:val="24"/>
              </w:rPr>
              <w:t>5020851</w:t>
            </w:r>
          </w:p>
        </w:tc>
        <w:tc>
          <w:tcPr>
            <w:tcW w:w="2210" w:type="pct"/>
            <w:shd w:val="clear" w:color="auto" w:fill="auto"/>
          </w:tcPr>
          <w:p w14:paraId="0D49D2A0" w14:textId="4936BD03" w:rsidR="00B7669C" w:rsidRPr="00B7669C" w:rsidRDefault="00CD3C0B" w:rsidP="004157C2">
            <w:pPr>
              <w:jc w:val="both"/>
              <w:rPr>
                <w:color w:val="0000FF"/>
                <w:szCs w:val="24"/>
              </w:rPr>
            </w:pPr>
            <w:hyperlink r:id="rId19" w:history="1">
              <w:r w:rsidR="0044711A" w:rsidRPr="00661771">
                <w:rPr>
                  <w:rStyle w:val="Hyperlink"/>
                  <w:szCs w:val="24"/>
                </w:rPr>
                <w:t>aktid.kirde@rmk.ee</w:t>
              </w:r>
            </w:hyperlink>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edastaja</w:t>
      </w:r>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694"/>
        <w:gridCol w:w="4946"/>
      </w:tblGrid>
      <w:tr w:rsidR="0044711A" w:rsidRPr="0076294C" w14:paraId="4031F2D8" w14:textId="77777777" w:rsidTr="0072228C">
        <w:tc>
          <w:tcPr>
            <w:tcW w:w="1146" w:type="pct"/>
            <w:shd w:val="clear" w:color="auto" w:fill="auto"/>
          </w:tcPr>
          <w:p w14:paraId="0190D749" w14:textId="77777777" w:rsidR="0044711A" w:rsidRPr="00B7669C" w:rsidRDefault="0044711A" w:rsidP="004157C2">
            <w:pPr>
              <w:jc w:val="both"/>
              <w:rPr>
                <w:szCs w:val="24"/>
              </w:rPr>
            </w:pPr>
            <w:r w:rsidRPr="00B7669C">
              <w:rPr>
                <w:szCs w:val="24"/>
              </w:rPr>
              <w:t>Nimi</w:t>
            </w:r>
          </w:p>
        </w:tc>
        <w:tc>
          <w:tcPr>
            <w:tcW w:w="1359" w:type="pct"/>
            <w:shd w:val="clear" w:color="auto" w:fill="auto"/>
          </w:tcPr>
          <w:p w14:paraId="63F9150F" w14:textId="77777777" w:rsidR="0044711A" w:rsidRPr="00B7669C" w:rsidRDefault="0044711A" w:rsidP="004157C2">
            <w:pPr>
              <w:jc w:val="both"/>
              <w:rPr>
                <w:szCs w:val="24"/>
              </w:rPr>
            </w:pPr>
            <w:r w:rsidRPr="00B7669C">
              <w:rPr>
                <w:szCs w:val="24"/>
              </w:rPr>
              <w:t>Telefon</w:t>
            </w:r>
          </w:p>
        </w:tc>
        <w:tc>
          <w:tcPr>
            <w:tcW w:w="2495" w:type="pct"/>
            <w:shd w:val="clear" w:color="auto" w:fill="auto"/>
          </w:tcPr>
          <w:p w14:paraId="65A9DA8B" w14:textId="77777777" w:rsidR="0044711A" w:rsidRPr="00B7669C" w:rsidRDefault="0044711A" w:rsidP="004157C2">
            <w:pPr>
              <w:jc w:val="both"/>
              <w:rPr>
                <w:szCs w:val="24"/>
              </w:rPr>
            </w:pPr>
            <w:r w:rsidRPr="00B7669C">
              <w:rPr>
                <w:szCs w:val="24"/>
              </w:rPr>
              <w:t>e-post</w:t>
            </w:r>
          </w:p>
        </w:tc>
      </w:tr>
      <w:tr w:rsidR="00973EA1" w:rsidRPr="00C51D38" w14:paraId="4CAB36CB" w14:textId="77777777" w:rsidTr="0072228C">
        <w:tc>
          <w:tcPr>
            <w:tcW w:w="1146" w:type="pct"/>
            <w:shd w:val="clear" w:color="auto" w:fill="auto"/>
          </w:tcPr>
          <w:p w14:paraId="573E14F8" w14:textId="4021E763" w:rsidR="00973EA1" w:rsidRPr="00B7669C" w:rsidRDefault="00973EA1" w:rsidP="00973EA1">
            <w:pPr>
              <w:jc w:val="both"/>
              <w:rPr>
                <w:szCs w:val="24"/>
              </w:rPr>
            </w:pPr>
            <w:r w:rsidRPr="00054885">
              <w:t>Ilmar Tanilsoo</w:t>
            </w:r>
          </w:p>
        </w:tc>
        <w:tc>
          <w:tcPr>
            <w:tcW w:w="1359" w:type="pct"/>
            <w:shd w:val="clear" w:color="auto" w:fill="auto"/>
          </w:tcPr>
          <w:p w14:paraId="453EDB0D" w14:textId="498357D9" w:rsidR="00973EA1" w:rsidRPr="00B7669C" w:rsidRDefault="00973EA1" w:rsidP="00973EA1">
            <w:pPr>
              <w:jc w:val="both"/>
              <w:rPr>
                <w:szCs w:val="24"/>
              </w:rPr>
            </w:pPr>
            <w:r w:rsidRPr="00054885">
              <w:t>5053343</w:t>
            </w:r>
          </w:p>
        </w:tc>
        <w:tc>
          <w:tcPr>
            <w:tcW w:w="2495" w:type="pct"/>
            <w:shd w:val="clear" w:color="auto" w:fill="auto"/>
          </w:tcPr>
          <w:p w14:paraId="17665A84" w14:textId="39B62D54" w:rsidR="00973EA1" w:rsidRPr="00B7669C" w:rsidRDefault="00973EA1" w:rsidP="00973EA1">
            <w:pPr>
              <w:rPr>
                <w:szCs w:val="24"/>
              </w:rPr>
            </w:pPr>
            <w:hyperlink r:id="rId20" w:history="1">
              <w:r w:rsidRPr="00AC0DAA">
                <w:rPr>
                  <w:rStyle w:val="Hyperlink"/>
                </w:rPr>
                <w:t>info@woodmasters.eu</w:t>
              </w:r>
            </w:hyperlink>
            <w:r>
              <w:t xml:space="preserve"> </w:t>
            </w:r>
          </w:p>
        </w:tc>
      </w:tr>
    </w:tbl>
    <w:p w14:paraId="211018B7" w14:textId="77777777" w:rsidR="00B7669C" w:rsidRPr="00683F6D" w:rsidRDefault="00B7669C" w:rsidP="001D5F9D">
      <w:pPr>
        <w:shd w:val="clear" w:color="auto" w:fill="FFFFFF" w:themeFill="background1"/>
        <w:rPr>
          <w:szCs w:val="24"/>
        </w:rPr>
      </w:pPr>
    </w:p>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2359"/>
        <w:gridCol w:w="4607"/>
      </w:tblGrid>
      <w:tr w:rsidR="0072228C" w:rsidRPr="0076294C" w14:paraId="417148B6" w14:textId="77777777" w:rsidTr="0072228C">
        <w:tc>
          <w:tcPr>
            <w:tcW w:w="1486" w:type="pct"/>
            <w:shd w:val="clear" w:color="auto" w:fill="auto"/>
          </w:tcPr>
          <w:p w14:paraId="6253CABF" w14:textId="77777777" w:rsidR="0072228C" w:rsidRPr="00B7669C" w:rsidRDefault="0072228C" w:rsidP="004157C2">
            <w:pPr>
              <w:jc w:val="both"/>
              <w:rPr>
                <w:szCs w:val="24"/>
              </w:rPr>
            </w:pPr>
            <w:r w:rsidRPr="00B7669C">
              <w:rPr>
                <w:szCs w:val="24"/>
              </w:rPr>
              <w:t>Nimi</w:t>
            </w:r>
          </w:p>
        </w:tc>
        <w:tc>
          <w:tcPr>
            <w:tcW w:w="1190" w:type="pct"/>
            <w:shd w:val="clear" w:color="auto" w:fill="auto"/>
          </w:tcPr>
          <w:p w14:paraId="4395DE73" w14:textId="77777777" w:rsidR="0072228C" w:rsidRPr="00B7669C" w:rsidRDefault="0072228C" w:rsidP="004157C2">
            <w:pPr>
              <w:jc w:val="both"/>
              <w:rPr>
                <w:szCs w:val="24"/>
              </w:rPr>
            </w:pPr>
            <w:r w:rsidRPr="00B7669C">
              <w:rPr>
                <w:szCs w:val="24"/>
              </w:rPr>
              <w:t>Telefon</w:t>
            </w:r>
          </w:p>
        </w:tc>
        <w:tc>
          <w:tcPr>
            <w:tcW w:w="2324" w:type="pct"/>
            <w:shd w:val="clear" w:color="auto" w:fill="auto"/>
          </w:tcPr>
          <w:p w14:paraId="6783AC2E" w14:textId="77777777" w:rsidR="0072228C" w:rsidRPr="00B7669C" w:rsidRDefault="0072228C" w:rsidP="004157C2">
            <w:pPr>
              <w:jc w:val="both"/>
              <w:rPr>
                <w:szCs w:val="24"/>
              </w:rPr>
            </w:pPr>
            <w:r w:rsidRPr="00B7669C">
              <w:rPr>
                <w:szCs w:val="24"/>
              </w:rPr>
              <w:t>e-post</w:t>
            </w:r>
          </w:p>
        </w:tc>
      </w:tr>
      <w:tr w:rsidR="00973EA1" w:rsidRPr="000625D1" w14:paraId="26841ADC" w14:textId="77777777" w:rsidTr="0072228C">
        <w:tc>
          <w:tcPr>
            <w:tcW w:w="1486" w:type="pct"/>
            <w:shd w:val="clear" w:color="auto" w:fill="auto"/>
          </w:tcPr>
          <w:p w14:paraId="2A24CBEB" w14:textId="6A76DB44" w:rsidR="00973EA1" w:rsidRPr="00B7669C" w:rsidRDefault="00973EA1" w:rsidP="00973EA1">
            <w:pPr>
              <w:jc w:val="both"/>
              <w:rPr>
                <w:szCs w:val="24"/>
              </w:rPr>
            </w:pPr>
            <w:r w:rsidRPr="00AC79B0">
              <w:t>Andres Metjer</w:t>
            </w:r>
          </w:p>
        </w:tc>
        <w:tc>
          <w:tcPr>
            <w:tcW w:w="1190" w:type="pct"/>
            <w:shd w:val="clear" w:color="auto" w:fill="auto"/>
          </w:tcPr>
          <w:p w14:paraId="60AFBEAD" w14:textId="1AA3F3AB" w:rsidR="00973EA1" w:rsidRPr="00B7669C" w:rsidRDefault="00973EA1" w:rsidP="00973EA1">
            <w:pPr>
              <w:jc w:val="both"/>
              <w:rPr>
                <w:szCs w:val="24"/>
              </w:rPr>
            </w:pPr>
            <w:r w:rsidRPr="00AC79B0">
              <w:t>5216706</w:t>
            </w:r>
          </w:p>
        </w:tc>
        <w:tc>
          <w:tcPr>
            <w:tcW w:w="2324" w:type="pct"/>
            <w:shd w:val="clear" w:color="auto" w:fill="auto"/>
          </w:tcPr>
          <w:p w14:paraId="5132D78D" w14:textId="761D797F" w:rsidR="00973EA1" w:rsidRPr="00B7669C" w:rsidRDefault="00973EA1" w:rsidP="00973EA1">
            <w:pPr>
              <w:jc w:val="both"/>
              <w:rPr>
                <w:color w:val="0000FF"/>
                <w:szCs w:val="24"/>
              </w:rPr>
            </w:pPr>
            <w:hyperlink r:id="rId21" w:history="1">
              <w:r w:rsidRPr="00AC0DAA">
                <w:rPr>
                  <w:rStyle w:val="Hyperlink"/>
                </w:rPr>
                <w:t>andres.metjer@rmk.ee</w:t>
              </w:r>
            </w:hyperlink>
            <w:r>
              <w:t xml:space="preserve"> </w:t>
            </w:r>
          </w:p>
        </w:tc>
      </w:tr>
    </w:tbl>
    <w:p w14:paraId="33D33BDA" w14:textId="77777777" w:rsidR="00B7669C" w:rsidRPr="00471A69" w:rsidRDefault="00B7669C" w:rsidP="001D5F9D">
      <w:pPr>
        <w:shd w:val="clear" w:color="auto" w:fill="FFFFFF" w:themeFill="background1"/>
        <w:rPr>
          <w:bCs/>
          <w:szCs w:val="24"/>
        </w:rPr>
      </w:pPr>
    </w:p>
    <w:p w14:paraId="1E24C088" w14:textId="41E692F9" w:rsidR="005B1767" w:rsidRPr="00471A69" w:rsidRDefault="00A45006">
      <w:pPr>
        <w:rPr>
          <w:bCs/>
          <w:szCs w:val="24"/>
        </w:rPr>
      </w:pPr>
      <w:r w:rsidRPr="00471A69">
        <w:rPr>
          <w:b/>
          <w:bCs/>
          <w:szCs w:val="24"/>
        </w:rPr>
        <w:lastRenderedPageBreak/>
        <w:t>10.</w:t>
      </w:r>
      <w:r w:rsidR="00541B14">
        <w:rPr>
          <w:b/>
          <w:bCs/>
          <w:szCs w:val="24"/>
        </w:rPr>
        <w:t>4</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2"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r w:rsidR="008F5642" w:rsidRPr="008F5642">
        <w:rPr>
          <w:bCs/>
          <w:szCs w:val="24"/>
        </w:rPr>
        <w:t xml:space="preserve">AvTS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CD3C0B"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CD3C0B"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51A2018F" w:rsidR="000A61BB" w:rsidRPr="00366BEF" w:rsidRDefault="00973EA1" w:rsidP="00002ED5">
            <w:pPr>
              <w:tabs>
                <w:tab w:val="left" w:pos="4320"/>
              </w:tabs>
              <w:rPr>
                <w:spacing w:val="0"/>
                <w:szCs w:val="24"/>
              </w:rPr>
            </w:pPr>
            <w:r w:rsidRPr="00973EA1">
              <w:rPr>
                <w:spacing w:val="0"/>
                <w:szCs w:val="24"/>
                <w:lang w:val="en-AU"/>
              </w:rPr>
              <w:t>Ilmar Tanilsoo</w:t>
            </w:r>
          </w:p>
        </w:tc>
      </w:tr>
    </w:tbl>
    <w:p w14:paraId="0F87EAF0" w14:textId="2AA708A2" w:rsidR="000A61BB" w:rsidRPr="00683F6D" w:rsidRDefault="000A61BB" w:rsidP="00201E26">
      <w:pPr>
        <w:ind w:left="5440"/>
        <w:rPr>
          <w:bCs/>
          <w:sz w:val="20"/>
        </w:rPr>
      </w:pPr>
      <w:bookmarkStart w:id="10" w:name="OLE_LINK2"/>
      <w:bookmarkEnd w:id="10"/>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880" w14:textId="77777777" w:rsidR="0088451D" w:rsidRDefault="0088451D">
      <w:r>
        <w:separator/>
      </w:r>
    </w:p>
  </w:endnote>
  <w:endnote w:type="continuationSeparator" w:id="0">
    <w:p w14:paraId="35FB4BED" w14:textId="77777777" w:rsidR="0088451D" w:rsidRDefault="008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16E6" w14:textId="77777777" w:rsidR="0088451D" w:rsidRDefault="0088451D">
      <w:r>
        <w:separator/>
      </w:r>
    </w:p>
  </w:footnote>
  <w:footnote w:type="continuationSeparator" w:id="0">
    <w:p w14:paraId="747C80F8" w14:textId="77777777" w:rsidR="0088451D" w:rsidRDefault="00884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92B"/>
    <w:rsid w:val="00037D1B"/>
    <w:rsid w:val="00040608"/>
    <w:rsid w:val="00043B39"/>
    <w:rsid w:val="000474EB"/>
    <w:rsid w:val="00056A77"/>
    <w:rsid w:val="00056BA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C7D2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362FF"/>
    <w:rsid w:val="00144962"/>
    <w:rsid w:val="00145CD1"/>
    <w:rsid w:val="00152B7B"/>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EBE"/>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2F7E0F"/>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4711A"/>
    <w:rsid w:val="00453861"/>
    <w:rsid w:val="00457AD1"/>
    <w:rsid w:val="00461594"/>
    <w:rsid w:val="00471A69"/>
    <w:rsid w:val="00473171"/>
    <w:rsid w:val="00475786"/>
    <w:rsid w:val="00476336"/>
    <w:rsid w:val="0047688B"/>
    <w:rsid w:val="0048117C"/>
    <w:rsid w:val="004815CB"/>
    <w:rsid w:val="00483CE8"/>
    <w:rsid w:val="00483E1F"/>
    <w:rsid w:val="0048415A"/>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2CCA"/>
    <w:rsid w:val="004D3691"/>
    <w:rsid w:val="004D3D2A"/>
    <w:rsid w:val="004D4625"/>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1B14"/>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4F2"/>
    <w:rsid w:val="005C29E6"/>
    <w:rsid w:val="005C7054"/>
    <w:rsid w:val="005D111E"/>
    <w:rsid w:val="005D404A"/>
    <w:rsid w:val="005D7743"/>
    <w:rsid w:val="005E0A7C"/>
    <w:rsid w:val="005E197A"/>
    <w:rsid w:val="005E2378"/>
    <w:rsid w:val="005E76A9"/>
    <w:rsid w:val="005E7AC4"/>
    <w:rsid w:val="005F26E8"/>
    <w:rsid w:val="005F274A"/>
    <w:rsid w:val="005F3410"/>
    <w:rsid w:val="005F437D"/>
    <w:rsid w:val="005F4473"/>
    <w:rsid w:val="00601B5A"/>
    <w:rsid w:val="00603BCD"/>
    <w:rsid w:val="00607DC7"/>
    <w:rsid w:val="00611899"/>
    <w:rsid w:val="006124B5"/>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81FD4"/>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8C"/>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30A9"/>
    <w:rsid w:val="007B7323"/>
    <w:rsid w:val="007B79FE"/>
    <w:rsid w:val="007C13D6"/>
    <w:rsid w:val="007C40E6"/>
    <w:rsid w:val="007C4336"/>
    <w:rsid w:val="007C45D9"/>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363C9"/>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451D"/>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3EA1"/>
    <w:rsid w:val="009755E4"/>
    <w:rsid w:val="00975E1E"/>
    <w:rsid w:val="00984A4C"/>
    <w:rsid w:val="009935B1"/>
    <w:rsid w:val="009A4F57"/>
    <w:rsid w:val="009A6508"/>
    <w:rsid w:val="009A6C84"/>
    <w:rsid w:val="009B33C5"/>
    <w:rsid w:val="009B4648"/>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262A"/>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5ED7"/>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3C0B"/>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BB5"/>
    <w:rsid w:val="00D56834"/>
    <w:rsid w:val="00D61A09"/>
    <w:rsid w:val="00D640D1"/>
    <w:rsid w:val="00D659DA"/>
    <w:rsid w:val="00D70A9E"/>
    <w:rsid w:val="00D71E2F"/>
    <w:rsid w:val="00D72F04"/>
    <w:rsid w:val="00D754B9"/>
    <w:rsid w:val="00D76FE6"/>
    <w:rsid w:val="00D80592"/>
    <w:rsid w:val="00D80B25"/>
    <w:rsid w:val="00D81627"/>
    <w:rsid w:val="00D835ED"/>
    <w:rsid w:val="00D85FA2"/>
    <w:rsid w:val="00D86286"/>
    <w:rsid w:val="00D86598"/>
    <w:rsid w:val="00D8741F"/>
    <w:rsid w:val="00D91416"/>
    <w:rsid w:val="00D91A80"/>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D3F52"/>
    <w:rsid w:val="00DE13F7"/>
    <w:rsid w:val="00DE53FF"/>
    <w:rsid w:val="00DE59E6"/>
    <w:rsid w:val="00DF29DD"/>
    <w:rsid w:val="00DF2FC8"/>
    <w:rsid w:val="00E0167B"/>
    <w:rsid w:val="00E03703"/>
    <w:rsid w:val="00E049BD"/>
    <w:rsid w:val="00E05AC4"/>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166F"/>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info@woodmasters.eu" TargetMode="Externa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info@woodmasters.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woodmasters.eu"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C048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716BA-B422-496A-9B2A-96AA5DD6E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6</TotalTime>
  <Pages>6</Pages>
  <Words>1774</Words>
  <Characters>14174</Characters>
  <Application>Microsoft Office Word</Application>
  <DocSecurity>0</DocSecurity>
  <Lines>118</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5</cp:revision>
  <cp:lastPrinted>2008-07-14T13:18:00Z</cp:lastPrinted>
  <dcterms:created xsi:type="dcterms:W3CDTF">2023-01-23T13:56:00Z</dcterms:created>
  <dcterms:modified xsi:type="dcterms:W3CDTF">2023-01-23T14:01:00Z</dcterms:modified>
</cp:coreProperties>
</file>